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0A862" w14:textId="77777777" w:rsidR="000719BB" w:rsidRDefault="000719BB" w:rsidP="006C2343">
      <w:pPr>
        <w:pStyle w:val="Titul2"/>
      </w:pPr>
      <w:bookmarkStart w:id="0" w:name="_GoBack"/>
      <w:bookmarkEnd w:id="0"/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Pr="00B562DE" w:rsidRDefault="000008ED" w:rsidP="006C2343">
      <w:pPr>
        <w:pStyle w:val="Titul1"/>
      </w:pPr>
      <w:r w:rsidRPr="000008ED">
        <w:t>KOMENTÁŘ K</w:t>
      </w:r>
      <w:r w:rsidR="009A1080">
        <w:t xml:space="preserve"> POŽADAVKŮM NA VÝKON </w:t>
      </w:r>
      <w:r w:rsidR="009A1080" w:rsidRPr="00B562DE">
        <w:t>A FUNKCI</w:t>
      </w:r>
      <w:r w:rsidRPr="00B562DE">
        <w:t xml:space="preserve"> </w:t>
      </w:r>
    </w:p>
    <w:p w14:paraId="19A77343" w14:textId="77777777" w:rsidR="00AD0C7B" w:rsidRPr="00B562DE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47FDA110" w14:textId="272916A3" w:rsidR="00CF0EF4" w:rsidRDefault="00A14215" w:rsidP="00CF0EF4">
          <w:pPr>
            <w:pStyle w:val="Tituldatum"/>
          </w:pPr>
          <w:r w:rsidRPr="00B562DE">
            <w:rPr>
              <w:rStyle w:val="Nzevakce"/>
            </w:rPr>
            <w:t>Doplnění závor na PZS (P4192) v km 5,500 trati Hanušovice – Staré Město pod Sněžníkem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7AFAE5EA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A14215">
        <w:t>17. 2. 2021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E56B1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E56B1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E56B1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E56B1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E56B1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58914528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58914529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58914530"/>
      <w:r>
        <w:t>Členění ceny Díla</w:t>
      </w:r>
      <w:bookmarkEnd w:id="7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38BAC6A3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B562DE">
        <w:t>A, B, C, D, E</w:t>
      </w:r>
      <w:r w:rsidR="00F17F49">
        <w:t>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58914531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 xml:space="preserve">se stanoví náklady </w:t>
      </w:r>
      <w:proofErr w:type="gramStart"/>
      <w:r>
        <w:t>na</w:t>
      </w:r>
      <w:proofErr w:type="gramEnd"/>
      <w:r>
        <w:t>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1BFC4C26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B562DE">
        <w:rPr>
          <w:i/>
        </w:rPr>
        <w:t>Stavb</w:t>
      </w:r>
      <w:r w:rsidR="00A14215" w:rsidRPr="00B562DE">
        <w:rPr>
          <w:i/>
        </w:rPr>
        <w:t>a_A_P</w:t>
      </w:r>
      <w:r w:rsidR="00B562DE" w:rsidRPr="00B562DE">
        <w:rPr>
          <w:i/>
        </w:rPr>
        <w:t>4192</w:t>
      </w:r>
      <w:r w:rsidR="00F17F49" w:rsidRPr="00B562DE">
        <w:rPr>
          <w:i/>
        </w:rPr>
        <w:t>_</w:t>
      </w:r>
      <w:r w:rsidR="002F7330" w:rsidRPr="00B562DE">
        <w:rPr>
          <w:i/>
        </w:rPr>
        <w:t xml:space="preserve"> </w:t>
      </w:r>
      <w:r w:rsidR="00F17F49" w:rsidRPr="00B562DE">
        <w:rPr>
          <w:i/>
        </w:rPr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10C432D1" w:rsidR="00A6753E" w:rsidRPr="00A6753E" w:rsidRDefault="00A6753E" w:rsidP="00B562DE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 w:rsidR="00B562D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1898A392" w:rsidR="00A6753E" w:rsidRPr="00A6753E" w:rsidRDefault="00B562D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Doplnění závor na PZS (P4192) v km 5,500 trati Hanušovice – Staré Město pod Sněžníkem</w:t>
            </w:r>
            <w:r w:rsidR="00A6753E"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27A2359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562DE">
        <w:rPr>
          <w:i/>
        </w:rPr>
        <w:t>„</w:t>
      </w:r>
      <w:r w:rsidR="00B562DE" w:rsidRPr="00B562DE">
        <w:rPr>
          <w:i/>
        </w:rPr>
        <w:t>Stavba_A_P4192_ Požadavky na výkon a funkci</w:t>
      </w:r>
      <w:r w:rsidR="00B2233D" w:rsidRPr="00B2233D">
        <w:rPr>
          <w:i/>
        </w:rPr>
        <w:t>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52BCA466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B562DE" w:rsidRPr="00B562DE">
        <w:rPr>
          <w:i/>
        </w:rPr>
        <w:t>Stavba_A_P4192_ Požadavky na výkon a funkci</w:t>
      </w:r>
      <w:r w:rsidR="00D3343B" w:rsidRPr="00B2233D">
        <w:rPr>
          <w:i/>
        </w:rPr>
        <w:t>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3B1124EE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B562DE" w:rsidRPr="00B562DE">
        <w:rPr>
          <w:i/>
        </w:rPr>
        <w:t>Stavba_A_P4192_ Požadavky na výkon a funkci</w:t>
      </w:r>
      <w:r w:rsidR="00D3343B" w:rsidRPr="00B2233D">
        <w:rPr>
          <w:i/>
        </w:rPr>
        <w:t>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</w:t>
      </w:r>
      <w:proofErr w:type="gramStart"/>
      <w:r w:rsidR="003E6B82" w:rsidRPr="00DE369C">
        <w:rPr>
          <w:rStyle w:val="Tun"/>
          <w:b w:val="0"/>
        </w:rPr>
        <w:t>dvě</w:t>
      </w:r>
      <w:proofErr w:type="gramEnd"/>
      <w:r w:rsidR="003E6B82" w:rsidRPr="00DE369C">
        <w:rPr>
          <w:rStyle w:val="Tun"/>
          <w:b w:val="0"/>
        </w:rPr>
        <w:t xml:space="preserve">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B66365" w15:done="0"/>
  <w15:commentEx w15:paraId="070FD2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6B1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6B1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69208C5D" w:rsidR="00CF0EF4" w:rsidRPr="00A14215" w:rsidRDefault="00E56B14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E56B14">
            <w:rPr>
              <w:bCs/>
              <w:noProof/>
            </w:rPr>
            <w:t>Doplnění</w:t>
          </w:r>
          <w:r>
            <w:rPr>
              <w:noProof/>
            </w:rPr>
            <w:t xml:space="preserve"> závor na PZS (P4192) v km 5,500 trati Hanušovice – Staré Město pod Sněžníkem</w:t>
          </w:r>
          <w:r>
            <w:rPr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A13412B" w:rsidR="00CF0EF4" w:rsidRPr="00A14215" w:rsidRDefault="00E56B14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E56B14">
            <w:rPr>
              <w:bCs/>
              <w:noProof/>
            </w:rPr>
            <w:t>Doplnění závor</w:t>
          </w:r>
          <w:r>
            <w:rPr>
              <w:noProof/>
            </w:rPr>
            <w:t xml:space="preserve"> na PZS (P4192) v km 5,500 trati Hanušovice – Staré Město pod Sněžníkem</w:t>
          </w:r>
          <w:r>
            <w:rPr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6B1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6B1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ko Milan, Ing.">
    <w15:presenceInfo w15:providerId="AD" w15:userId="S-1-5-21-3656830906-3839017365-80349702-14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2C1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14215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562DE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56B14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C4F56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410FC0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3375BBA-7D58-4F31-9A4C-05567FCEF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1</TotalTime>
  <Pages>6</Pages>
  <Words>1594</Words>
  <Characters>9407</Characters>
  <Application>Microsoft Office Word</Application>
  <DocSecurity>0</DocSecurity>
  <Lines>78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Srovnal Otakar, Ing.</cp:lastModifiedBy>
  <cp:revision>2</cp:revision>
  <cp:lastPrinted>2019-03-13T10:28:00Z</cp:lastPrinted>
  <dcterms:created xsi:type="dcterms:W3CDTF">2021-02-17T09:48:00Z</dcterms:created>
  <dcterms:modified xsi:type="dcterms:W3CDTF">2021-02-17T09:48:00Z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